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34660B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</w:p>
    <w:p w:rsidR="0034660B" w:rsidRDefault="0034660B" w:rsidP="0034660B">
      <w:pPr>
        <w:rPr>
          <w:lang w:val="fr-BE"/>
        </w:rPr>
      </w:pPr>
      <w:r>
        <w:rPr>
          <w:lang w:val="fr-BE"/>
        </w:rPr>
        <w:t xml:space="preserve">Het urinoir </w:t>
      </w:r>
      <w:proofErr w:type="spellStart"/>
      <w:r>
        <w:rPr>
          <w:lang w:val="fr-BE"/>
        </w:rPr>
        <w:t>heeft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vormgeving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vlakke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rug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wandmontage</w:t>
      </w:r>
      <w:proofErr w:type="spellEnd"/>
      <w:r>
        <w:rPr>
          <w:lang w:val="fr-BE"/>
        </w:rPr>
        <w:t xml:space="preserve"> en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speciaal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opvangbekken</w:t>
      </w:r>
      <w:proofErr w:type="spellEnd"/>
      <w:r>
        <w:rPr>
          <w:lang w:val="fr-BE"/>
        </w:rPr>
        <w:t xml:space="preserve">. 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F46835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F46835" w:rsidRPr="000D54BA" w:rsidRDefault="00F46835" w:rsidP="00F46835">
      <w:pPr>
        <w:rPr>
          <w:rFonts w:cs="Arial"/>
          <w:szCs w:val="24"/>
        </w:rPr>
      </w:pPr>
    </w:p>
    <w:p w:rsidR="00F46835" w:rsidRPr="00F46835" w:rsidRDefault="00F46835" w:rsidP="008C5A75"/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 xml:space="preserve">Afvoer naar achter </w:t>
      </w:r>
    </w:p>
    <w:p w:rsidR="00D54536" w:rsidRDefault="0034660B" w:rsidP="00CE7BC3">
      <w:pPr>
        <w:rPr>
          <w:lang w:val="fr-BE"/>
        </w:rPr>
      </w:pPr>
      <w:proofErr w:type="spellStart"/>
      <w:r>
        <w:rPr>
          <w:lang w:val="fr-BE"/>
        </w:rPr>
        <w:t>Zichtbare</w:t>
      </w:r>
      <w:proofErr w:type="spellEnd"/>
      <w:r w:rsidR="00480FD6">
        <w:rPr>
          <w:lang w:val="fr-BE"/>
        </w:rPr>
        <w:t xml:space="preserve"> </w:t>
      </w:r>
      <w:proofErr w:type="spellStart"/>
      <w:r w:rsidR="00480FD6"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E46100">
        <w:t>35</w:t>
      </w:r>
      <w:r w:rsidR="008B3A3F">
        <w:t>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</w:t>
      </w:r>
      <w:r w:rsidR="00E46100">
        <w:t>6.5</w:t>
      </w:r>
      <w:r w:rsidR="008B3A3F">
        <w:t>cm</w:t>
      </w:r>
    </w:p>
    <w:p w:rsidR="00247F87" w:rsidRPr="00CE7BC3" w:rsidRDefault="00480FD6" w:rsidP="00CE7BC3">
      <w:r>
        <w:t>Diepte:</w:t>
      </w:r>
      <w:r>
        <w:tab/>
      </w:r>
      <w:r w:rsidR="008B3A3F">
        <w:t>3</w:t>
      </w:r>
      <w:r w:rsidR="00E46100">
        <w:t>5</w:t>
      </w:r>
      <w:r w:rsidR="008B3A3F">
        <w:t>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46835" w:rsidRDefault="00F46835" w:rsidP="002F1A08"/>
    <w:p w:rsidR="00BF1835" w:rsidRDefault="00BF1835" w:rsidP="002F1A08"/>
    <w:p w:rsidR="00F46835" w:rsidRDefault="00F46835" w:rsidP="002F1A08"/>
    <w:p w:rsidR="00F46835" w:rsidRDefault="00F46835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94F33" w:rsidRPr="00694F33" w:rsidRDefault="0034660B" w:rsidP="00694F33">
      <w:pPr>
        <w:rPr>
          <w:lang w:val="fr-FR"/>
        </w:rPr>
      </w:pPr>
      <w:r>
        <w:t xml:space="preserve">Bevestiging gebeurt </w:t>
      </w:r>
      <w:proofErr w:type="spellStart"/>
      <w:r>
        <w:t>dmv</w:t>
      </w:r>
      <w:proofErr w:type="spellEnd"/>
      <w:r>
        <w:t xml:space="preserve"> 2 bevestiging</w:t>
      </w:r>
      <w:r w:rsidR="00D34691">
        <w:t>s</w:t>
      </w:r>
      <w:bookmarkStart w:id="1" w:name="_GoBack"/>
      <w:bookmarkEnd w:id="1"/>
      <w:r>
        <w:t xml:space="preserve">bouten.  De </w:t>
      </w:r>
      <w:proofErr w:type="spellStart"/>
      <w:r>
        <w:t>asafstand</w:t>
      </w:r>
      <w:proofErr w:type="spellEnd"/>
      <w:r>
        <w:t xml:space="preserve"> bedraagt 255mm</w:t>
      </w: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E46100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92E28B7" wp14:editId="0C21AAD4">
            <wp:extent cx="3829050" cy="3886847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36483" cy="3894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660B" w:rsidRDefault="0034660B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660B" w:rsidRDefault="0034660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660B" w:rsidRDefault="0034660B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D92B46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r w:rsidR="00D92B46">
      <w:rPr>
        <w:rFonts w:ascii="Arial" w:hAnsi="Arial" w:cs="Arial"/>
        <w:b/>
        <w:szCs w:val="24"/>
        <w:lang w:val="fr-BE"/>
      </w:rPr>
      <w:t xml:space="preserve">met </w:t>
    </w:r>
    <w:proofErr w:type="spellStart"/>
    <w:r w:rsidR="00D92B46">
      <w:rPr>
        <w:rFonts w:ascii="Arial" w:hAnsi="Arial" w:cs="Arial"/>
        <w:b/>
        <w:szCs w:val="24"/>
        <w:lang w:val="fr-BE"/>
      </w:rPr>
      <w:t>keratect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660B" w:rsidRDefault="0034660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660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BF1835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46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2B4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100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E7FD97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DDDABA7-C1E5-451D-9D10-C67469FA7AE9}"/>
</file>

<file path=customXml/itemProps2.xml><?xml version="1.0" encoding="utf-8"?>
<ds:datastoreItem xmlns:ds="http://schemas.openxmlformats.org/officeDocument/2006/customXml" ds:itemID="{AB9D2122-DA87-4CF8-A70D-13C1CB6A7986}"/>
</file>

<file path=customXml/itemProps3.xml><?xml version="1.0" encoding="utf-8"?>
<ds:datastoreItem xmlns:ds="http://schemas.openxmlformats.org/officeDocument/2006/customXml" ds:itemID="{2ADC50F7-DD8D-465B-BAFD-B27695A8168B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25</TotalTime>
  <Pages>2</Pages>
  <Words>170</Words>
  <Characters>1060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438900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